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4F3A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E508EB" w14:textId="77777777" w:rsidTr="00146EEC">
        <w:tc>
          <w:tcPr>
            <w:tcW w:w="2689" w:type="dxa"/>
          </w:tcPr>
          <w:p w14:paraId="5EA349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4757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19FD66F" w14:textId="77777777" w:rsidTr="00146EEC">
        <w:tc>
          <w:tcPr>
            <w:tcW w:w="2689" w:type="dxa"/>
          </w:tcPr>
          <w:p w14:paraId="6D93C0A3" w14:textId="4855FF37" w:rsidR="00E918B8" w:rsidRPr="00E918B8" w:rsidRDefault="00E918B8" w:rsidP="00A065E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857CE">
              <w:t>1</w:t>
            </w:r>
          </w:p>
        </w:tc>
        <w:tc>
          <w:tcPr>
            <w:tcW w:w="6939" w:type="dxa"/>
          </w:tcPr>
          <w:p w14:paraId="58521FEE" w14:textId="4C3A04E8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FE1295">
              <w:t>4</w:t>
            </w:r>
            <w:r w:rsidRPr="007C778A">
              <w:t>.0.</w:t>
            </w:r>
          </w:p>
        </w:tc>
      </w:tr>
    </w:tbl>
    <w:p w14:paraId="4BF24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FFF01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6E6F3F" w14:textId="789040A7" w:rsidR="00F1480E" w:rsidRPr="000754EC" w:rsidRDefault="00EB27E5" w:rsidP="00CA78CD">
            <w:pPr>
              <w:pStyle w:val="SIUNITCODE"/>
            </w:pPr>
            <w:r>
              <w:t>AHCBUS</w:t>
            </w:r>
            <w:r w:rsidR="00255969">
              <w:t>5</w:t>
            </w:r>
            <w:r w:rsidR="00C857CE">
              <w:t>1</w:t>
            </w:r>
            <w:r w:rsidR="00255969">
              <w:t>8</w:t>
            </w:r>
          </w:p>
        </w:tc>
        <w:tc>
          <w:tcPr>
            <w:tcW w:w="3604" w:type="pct"/>
            <w:shd w:val="clear" w:color="auto" w:fill="auto"/>
          </w:tcPr>
          <w:p w14:paraId="0CAE9111" w14:textId="77777777" w:rsidR="00F1480E" w:rsidRPr="000754EC" w:rsidRDefault="00255969" w:rsidP="000754EC">
            <w:pPr>
              <w:pStyle w:val="SIUnittitle"/>
            </w:pPr>
            <w:r w:rsidRPr="00255969">
              <w:t>Prepare and monitor budgets and financial reports</w:t>
            </w:r>
          </w:p>
        </w:tc>
      </w:tr>
      <w:tr w:rsidR="00F1480E" w:rsidRPr="00963A46" w14:paraId="599FF59E" w14:textId="77777777" w:rsidTr="00CA2922">
        <w:tc>
          <w:tcPr>
            <w:tcW w:w="1396" w:type="pct"/>
            <w:shd w:val="clear" w:color="auto" w:fill="auto"/>
          </w:tcPr>
          <w:p w14:paraId="38AACE6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BCAD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6ABC30" w14:textId="35991C1C" w:rsidR="00255969" w:rsidRPr="00255969" w:rsidRDefault="00255969" w:rsidP="00255969">
            <w:pPr>
              <w:pStyle w:val="SIText"/>
            </w:pPr>
            <w:r w:rsidRPr="00F236E4">
              <w:t xml:space="preserve">This unit of competency describes the skills and knowledge required </w:t>
            </w:r>
            <w:r w:rsidRPr="00255969">
              <w:t xml:space="preserve">to prepare and monitor </w:t>
            </w:r>
            <w:r w:rsidR="00FB49DA" w:rsidRPr="00255969">
              <w:t>budgets</w:t>
            </w:r>
            <w:r w:rsidR="00FB49DA">
              <w:t xml:space="preserve"> and</w:t>
            </w:r>
            <w:r w:rsidRPr="00255969">
              <w:t xml:space="preserve"> </w:t>
            </w:r>
            <w:r w:rsidR="00FE1295">
              <w:t xml:space="preserve">produce </w:t>
            </w:r>
            <w:r w:rsidRPr="00255969">
              <w:t>financial reports.</w:t>
            </w:r>
          </w:p>
          <w:p w14:paraId="79C26702" w14:textId="77777777" w:rsidR="00255969" w:rsidRPr="00F236E4" w:rsidRDefault="00255969" w:rsidP="00255969">
            <w:pPr>
              <w:pStyle w:val="SIText"/>
            </w:pPr>
          </w:p>
          <w:p w14:paraId="03473292" w14:textId="669A28E5" w:rsidR="00255969" w:rsidRDefault="00255969" w:rsidP="00255969">
            <w:pPr>
              <w:pStyle w:val="SIText"/>
            </w:pPr>
            <w:r w:rsidRPr="00F236E4">
              <w:t>This unit applies to individuals who take personal responsibility and exercise autonomy in undertaking complex work. They must analyse information and exercise judgement to complete a range of advanced skilled activities</w:t>
            </w:r>
            <w:r w:rsidR="00AF0102">
              <w:t xml:space="preserve"> when preparing and monitoring budgets and fina</w:t>
            </w:r>
            <w:r w:rsidR="00AF0102" w:rsidRPr="00AF0102">
              <w:t>ncial reports</w:t>
            </w:r>
            <w:r w:rsidRPr="00F236E4">
              <w:t>.</w:t>
            </w:r>
          </w:p>
          <w:p w14:paraId="48D0BEBA" w14:textId="77777777" w:rsidR="00FE1295" w:rsidRPr="00255969" w:rsidRDefault="00FE1295" w:rsidP="00255969">
            <w:pPr>
              <w:pStyle w:val="SIText"/>
            </w:pPr>
          </w:p>
          <w:p w14:paraId="41EADA1C" w14:textId="77777777" w:rsidR="00FE1295" w:rsidRPr="00FE1295" w:rsidRDefault="00FE1295" w:rsidP="00FE1295">
            <w:pPr>
              <w:pStyle w:val="SIText"/>
            </w:pPr>
            <w:r w:rsidRPr="00FE1295">
              <w:t>All work must be carried out to comply with organisational requirements, work health and safety legislation and codes and in consultation with the management team.</w:t>
            </w:r>
          </w:p>
          <w:p w14:paraId="5D6BCC26" w14:textId="77777777" w:rsidR="00255969" w:rsidRPr="00F236E4" w:rsidRDefault="00255969" w:rsidP="00255969">
            <w:pPr>
              <w:pStyle w:val="SIText"/>
            </w:pPr>
          </w:p>
          <w:p w14:paraId="0B83C818" w14:textId="605B45AE" w:rsidR="00373436" w:rsidRPr="000754EC" w:rsidRDefault="00255969" w:rsidP="00255969">
            <w:pPr>
              <w:pStyle w:val="SIText"/>
            </w:pPr>
            <w:r w:rsidRPr="00F236E4">
              <w:t>No licensing, legislative or certification requirements apply to this unit at the time of publication.</w:t>
            </w:r>
          </w:p>
        </w:tc>
      </w:tr>
      <w:tr w:rsidR="00F1480E" w:rsidRPr="00963A46" w14:paraId="68F4046D" w14:textId="77777777" w:rsidTr="00CA2922">
        <w:tc>
          <w:tcPr>
            <w:tcW w:w="1396" w:type="pct"/>
            <w:shd w:val="clear" w:color="auto" w:fill="auto"/>
          </w:tcPr>
          <w:p w14:paraId="689E91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C0E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B5EC423" w14:textId="77777777" w:rsidTr="00CA2922">
        <w:tc>
          <w:tcPr>
            <w:tcW w:w="1396" w:type="pct"/>
            <w:shd w:val="clear" w:color="auto" w:fill="auto"/>
          </w:tcPr>
          <w:p w14:paraId="745AC5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58B684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D975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2A5B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3AFF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C78BE5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8B5C0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1780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A00F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5969" w:rsidRPr="00963A46" w14:paraId="5C9F2F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56A1C" w14:textId="5E5BE97A" w:rsidR="00255969" w:rsidRPr="00255969" w:rsidRDefault="00255969" w:rsidP="00255969">
            <w:pPr>
              <w:pStyle w:val="SIText"/>
            </w:pPr>
            <w:r>
              <w:t>1.</w:t>
            </w:r>
            <w:r w:rsidR="00FE1295">
              <w:t xml:space="preserve"> </w:t>
            </w:r>
            <w:r w:rsidRPr="00255969">
              <w:t>Prepare a budget</w:t>
            </w:r>
          </w:p>
        </w:tc>
        <w:tc>
          <w:tcPr>
            <w:tcW w:w="3604" w:type="pct"/>
            <w:shd w:val="clear" w:color="auto" w:fill="auto"/>
          </w:tcPr>
          <w:p w14:paraId="66D45C2E" w14:textId="77777777" w:rsidR="00255969" w:rsidRPr="00255969" w:rsidRDefault="00255969" w:rsidP="00255969">
            <w:pPr>
              <w:pStyle w:val="SIText"/>
            </w:pPr>
            <w:r>
              <w:t xml:space="preserve">1.1 </w:t>
            </w:r>
            <w:r w:rsidRPr="00F236E4">
              <w:t>Obtain information on past receipts and payments and compare to current prices and cost trends</w:t>
            </w:r>
          </w:p>
          <w:p w14:paraId="7BE150C3" w14:textId="77777777" w:rsidR="00255969" w:rsidRPr="00255969" w:rsidRDefault="00255969" w:rsidP="00255969">
            <w:pPr>
              <w:pStyle w:val="SIText"/>
            </w:pPr>
            <w:r w:rsidRPr="00F236E4">
              <w:t>1.2</w:t>
            </w:r>
            <w:r>
              <w:t xml:space="preserve"> </w:t>
            </w:r>
            <w:r w:rsidRPr="00F236E4">
              <w:t>Prepare gross margin projections for each production enterprise of the business</w:t>
            </w:r>
          </w:p>
          <w:p w14:paraId="0DE432F1" w14:textId="77777777" w:rsidR="00255969" w:rsidRPr="00255969" w:rsidRDefault="00255969" w:rsidP="00255969">
            <w:pPr>
              <w:pStyle w:val="SIText"/>
            </w:pPr>
            <w:r w:rsidRPr="00F236E4">
              <w:t>1.3</w:t>
            </w:r>
            <w:r>
              <w:t xml:space="preserve"> </w:t>
            </w:r>
            <w:r w:rsidRPr="00F236E4">
              <w:t xml:space="preserve">Identify projected </w:t>
            </w:r>
            <w:r w:rsidRPr="00255969">
              <w:t>non-enterprise income and overhead costs for the business</w:t>
            </w:r>
          </w:p>
          <w:p w14:paraId="068302D3" w14:textId="77777777" w:rsidR="00255969" w:rsidRPr="00255969" w:rsidRDefault="00255969" w:rsidP="00255969">
            <w:pPr>
              <w:pStyle w:val="SIText"/>
            </w:pPr>
            <w:r w:rsidRPr="00F236E4">
              <w:t>1.4</w:t>
            </w:r>
            <w:r>
              <w:t xml:space="preserve"> </w:t>
            </w:r>
            <w:r w:rsidRPr="00F236E4">
              <w:t>Identify projected capital-based income and costs for the business</w:t>
            </w:r>
          </w:p>
          <w:p w14:paraId="6B0FFFC3" w14:textId="77777777" w:rsidR="00255969" w:rsidRPr="00255969" w:rsidRDefault="00255969" w:rsidP="00255969">
            <w:pPr>
              <w:pStyle w:val="SIText"/>
            </w:pPr>
            <w:r w:rsidRPr="00F236E4">
              <w:t>1.5</w:t>
            </w:r>
            <w:r>
              <w:t xml:space="preserve"> </w:t>
            </w:r>
            <w:r w:rsidRPr="00F236E4">
              <w:t>Prepare a plan for a period which allows for expected income and expenditure, using the 'most likely' prices and costs</w:t>
            </w:r>
          </w:p>
          <w:p w14:paraId="5FD3D4FF" w14:textId="77777777" w:rsidR="00255969" w:rsidRPr="00255969" w:rsidRDefault="00255969" w:rsidP="00255969">
            <w:pPr>
              <w:pStyle w:val="SIText"/>
            </w:pPr>
            <w:r w:rsidRPr="00F236E4">
              <w:t>1.6</w:t>
            </w:r>
            <w:r>
              <w:t xml:space="preserve"> </w:t>
            </w:r>
            <w:r w:rsidRPr="00F236E4">
              <w:t>Ensure the plan allows the business to meet financial reporting requirements</w:t>
            </w:r>
          </w:p>
        </w:tc>
      </w:tr>
      <w:tr w:rsidR="00255969" w:rsidRPr="00963A46" w14:paraId="21B7BB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D6EA8" w14:textId="0718D121" w:rsidR="00255969" w:rsidRPr="00255969" w:rsidRDefault="00255969" w:rsidP="00255969">
            <w:pPr>
              <w:pStyle w:val="SIText"/>
            </w:pPr>
            <w:r>
              <w:t>2.</w:t>
            </w:r>
            <w:r w:rsidR="00FE1295">
              <w:t xml:space="preserve"> </w:t>
            </w:r>
            <w:r w:rsidRPr="00255969">
              <w:t>Implement and monitor a budget</w:t>
            </w:r>
          </w:p>
        </w:tc>
        <w:tc>
          <w:tcPr>
            <w:tcW w:w="3604" w:type="pct"/>
            <w:shd w:val="clear" w:color="auto" w:fill="auto"/>
          </w:tcPr>
          <w:p w14:paraId="528B16A5" w14:textId="77777777" w:rsidR="00255969" w:rsidRPr="00255969" w:rsidRDefault="00255969" w:rsidP="00255969">
            <w:pPr>
              <w:pStyle w:val="SIText"/>
            </w:pPr>
            <w:r w:rsidRPr="00F236E4">
              <w:t>2.1</w:t>
            </w:r>
            <w:r>
              <w:t xml:space="preserve"> </w:t>
            </w:r>
            <w:r w:rsidRPr="00F236E4">
              <w:t>Monitor receipts and payments and reconcile against the original budget</w:t>
            </w:r>
          </w:p>
          <w:p w14:paraId="3CF09C32" w14:textId="77777777" w:rsidR="00255969" w:rsidRPr="00255969" w:rsidRDefault="00255969" w:rsidP="00255969">
            <w:pPr>
              <w:pStyle w:val="SIText"/>
            </w:pPr>
            <w:r w:rsidRPr="00F236E4">
              <w:t>2.2</w:t>
            </w:r>
            <w:r>
              <w:t xml:space="preserve"> </w:t>
            </w:r>
            <w:r w:rsidRPr="00F236E4">
              <w:t>Allocate funds in accordance with budget objectives and parameters</w:t>
            </w:r>
          </w:p>
          <w:p w14:paraId="75A50559" w14:textId="77777777" w:rsidR="00255969" w:rsidRPr="00255969" w:rsidRDefault="00255969" w:rsidP="00255969">
            <w:pPr>
              <w:pStyle w:val="SIText"/>
            </w:pPr>
            <w:r w:rsidRPr="00F236E4">
              <w:t>2.3</w:t>
            </w:r>
            <w:r>
              <w:t xml:space="preserve"> </w:t>
            </w:r>
            <w:r w:rsidRPr="00F236E4">
              <w:t>Identify variances against the original plan and calculate the impact on overall profit and loss and cash flow</w:t>
            </w:r>
          </w:p>
          <w:p w14:paraId="56CB29B5" w14:textId="77777777" w:rsidR="00255969" w:rsidRPr="00255969" w:rsidRDefault="00255969" w:rsidP="00255969">
            <w:pPr>
              <w:pStyle w:val="SIText"/>
            </w:pPr>
            <w:r w:rsidRPr="00F236E4">
              <w:t>2.4</w:t>
            </w:r>
            <w:r>
              <w:t xml:space="preserve"> </w:t>
            </w:r>
            <w:r w:rsidRPr="00F236E4">
              <w:t>Make adjustments to the original plan for the remainder of the budget period where necessary to respond to unacceptable variations</w:t>
            </w:r>
          </w:p>
          <w:p w14:paraId="4B0BE0B1" w14:textId="77777777" w:rsidR="00255969" w:rsidRPr="00255969" w:rsidRDefault="00255969" w:rsidP="00255969">
            <w:pPr>
              <w:pStyle w:val="SIText"/>
            </w:pPr>
            <w:r w:rsidRPr="00F236E4">
              <w:t>2.5</w:t>
            </w:r>
            <w:r>
              <w:t xml:space="preserve"> </w:t>
            </w:r>
            <w:r w:rsidRPr="00F236E4">
              <w:t>Renegotiate and restructure budgets and plans to optimise enterprise performance</w:t>
            </w:r>
          </w:p>
        </w:tc>
      </w:tr>
      <w:tr w:rsidR="00255969" w:rsidRPr="00963A46" w14:paraId="055141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81F29" w14:textId="5E1B9E00" w:rsidR="00255969" w:rsidRPr="00255969" w:rsidRDefault="00255969" w:rsidP="00255969">
            <w:pPr>
              <w:pStyle w:val="SIText"/>
            </w:pPr>
            <w:r>
              <w:t>3.</w:t>
            </w:r>
            <w:r w:rsidR="00FE1295">
              <w:t xml:space="preserve"> </w:t>
            </w:r>
            <w:r w:rsidRPr="00255969">
              <w:t>Prepare financial report</w:t>
            </w:r>
          </w:p>
        </w:tc>
        <w:tc>
          <w:tcPr>
            <w:tcW w:w="3604" w:type="pct"/>
            <w:shd w:val="clear" w:color="auto" w:fill="auto"/>
          </w:tcPr>
          <w:p w14:paraId="06F01A40" w14:textId="77777777" w:rsidR="00255969" w:rsidRPr="00255969" w:rsidRDefault="00255969" w:rsidP="00255969">
            <w:pPr>
              <w:pStyle w:val="SIText"/>
            </w:pPr>
            <w:r w:rsidRPr="00F236E4">
              <w:t>3.1</w:t>
            </w:r>
            <w:r>
              <w:t xml:space="preserve"> </w:t>
            </w:r>
            <w:r w:rsidRPr="00F236E4">
              <w:t>Maintain records of financial performance</w:t>
            </w:r>
          </w:p>
          <w:p w14:paraId="442BBF20" w14:textId="77777777" w:rsidR="00255969" w:rsidRPr="00255969" w:rsidRDefault="00255969" w:rsidP="00255969">
            <w:pPr>
              <w:pStyle w:val="SIText"/>
            </w:pPr>
            <w:r w:rsidRPr="00F236E4">
              <w:t>3.2</w:t>
            </w:r>
            <w:r>
              <w:t xml:space="preserve"> </w:t>
            </w:r>
            <w:r w:rsidRPr="00F236E4">
              <w:t>Assemble information with source documents according to the requirements of the report recipient</w:t>
            </w:r>
          </w:p>
          <w:p w14:paraId="5D4FF91A" w14:textId="77777777" w:rsidR="00255969" w:rsidRPr="00255969" w:rsidRDefault="00255969" w:rsidP="00255969">
            <w:pPr>
              <w:pStyle w:val="SIText"/>
            </w:pPr>
            <w:r w:rsidRPr="00F236E4">
              <w:t>3.3</w:t>
            </w:r>
            <w:r>
              <w:t xml:space="preserve"> </w:t>
            </w:r>
            <w:r w:rsidRPr="00F236E4">
              <w:t>Prepare financial reports to meet both management and legislative requirements</w:t>
            </w:r>
          </w:p>
          <w:p w14:paraId="6014496A" w14:textId="45FC5FF8" w:rsidR="00255969" w:rsidRPr="00255969" w:rsidRDefault="00255969" w:rsidP="00255969">
            <w:pPr>
              <w:pStyle w:val="SIText"/>
            </w:pPr>
            <w:r w:rsidRPr="00F236E4">
              <w:t>3.4</w:t>
            </w:r>
            <w:r>
              <w:t xml:space="preserve"> </w:t>
            </w:r>
            <w:r w:rsidRPr="00F236E4">
              <w:t xml:space="preserve">Forward documentation </w:t>
            </w:r>
            <w:r w:rsidR="00FE1295">
              <w:t xml:space="preserve">to management </w:t>
            </w:r>
            <w:r w:rsidRPr="00F236E4">
              <w:t>in a timely and efficient manner</w:t>
            </w:r>
          </w:p>
        </w:tc>
      </w:tr>
    </w:tbl>
    <w:p w14:paraId="1953245C" w14:textId="77777777" w:rsidR="005F771F" w:rsidRDefault="005F771F" w:rsidP="005F771F">
      <w:pPr>
        <w:pStyle w:val="SIText"/>
      </w:pPr>
    </w:p>
    <w:p w14:paraId="25A6A235" w14:textId="77777777" w:rsidR="005F771F" w:rsidRPr="000754EC" w:rsidRDefault="005F771F" w:rsidP="000754EC">
      <w:r>
        <w:br w:type="page"/>
      </w:r>
    </w:p>
    <w:p w14:paraId="04A99B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7F7AC8" w14:textId="77777777" w:rsidTr="00CA2922">
        <w:trPr>
          <w:tblHeader/>
        </w:trPr>
        <w:tc>
          <w:tcPr>
            <w:tcW w:w="5000" w:type="pct"/>
            <w:gridSpan w:val="2"/>
          </w:tcPr>
          <w:p w14:paraId="79B9AC3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101E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C82374" w14:textId="77777777" w:rsidTr="00CA2922">
        <w:trPr>
          <w:tblHeader/>
        </w:trPr>
        <w:tc>
          <w:tcPr>
            <w:tcW w:w="1396" w:type="pct"/>
          </w:tcPr>
          <w:p w14:paraId="419641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4FDC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BACA7C" w14:textId="77777777" w:rsidTr="00CA2922">
        <w:tc>
          <w:tcPr>
            <w:tcW w:w="1396" w:type="pct"/>
          </w:tcPr>
          <w:p w14:paraId="3F04FB86" w14:textId="4D9D2C2F" w:rsidR="00F1480E" w:rsidRPr="000754EC" w:rsidRDefault="0017522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320A1D" w14:textId="4F727066" w:rsidR="00F1480E" w:rsidRPr="000754EC" w:rsidRDefault="0017522E" w:rsidP="00DD0726">
            <w:pPr>
              <w:pStyle w:val="SIBulletList1"/>
            </w:pPr>
            <w:r>
              <w:t>Determine trends in financial activity and forecast future expenditure</w:t>
            </w:r>
          </w:p>
        </w:tc>
      </w:tr>
    </w:tbl>
    <w:p w14:paraId="7258E6CC" w14:textId="77777777" w:rsidR="00916CD7" w:rsidRDefault="00916CD7" w:rsidP="005F771F">
      <w:pPr>
        <w:pStyle w:val="SIText"/>
      </w:pPr>
    </w:p>
    <w:p w14:paraId="579B1A7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EF1B9D" w14:textId="77777777" w:rsidTr="00F33FF2">
        <w:tc>
          <w:tcPr>
            <w:tcW w:w="5000" w:type="pct"/>
            <w:gridSpan w:val="4"/>
          </w:tcPr>
          <w:p w14:paraId="478B74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C4A637" w14:textId="77777777" w:rsidTr="00F33FF2">
        <w:tc>
          <w:tcPr>
            <w:tcW w:w="1028" w:type="pct"/>
          </w:tcPr>
          <w:p w14:paraId="2F0345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8F30A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4B0E2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6AB5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5969" w14:paraId="795B088F" w14:textId="77777777" w:rsidTr="00F33FF2">
        <w:tc>
          <w:tcPr>
            <w:tcW w:w="1028" w:type="pct"/>
          </w:tcPr>
          <w:p w14:paraId="60294F57" w14:textId="45ECCAC9" w:rsidR="00A065E8" w:rsidRPr="00255969" w:rsidRDefault="00255969" w:rsidP="00C857CE">
            <w:pPr>
              <w:pStyle w:val="SIText"/>
            </w:pPr>
            <w:r>
              <w:t>AHCBUS5</w:t>
            </w:r>
            <w:r w:rsidR="00C857CE">
              <w:t>1</w:t>
            </w:r>
            <w:r>
              <w:t>8</w:t>
            </w:r>
            <w:r w:rsidRPr="00255969">
              <w:t xml:space="preserve"> Prepare and monitor budgets and financial reports</w:t>
            </w:r>
          </w:p>
        </w:tc>
        <w:tc>
          <w:tcPr>
            <w:tcW w:w="1105" w:type="pct"/>
          </w:tcPr>
          <w:p w14:paraId="2BD5A1C3" w14:textId="25CE21DD" w:rsidR="00A065E8" w:rsidRPr="00255969" w:rsidRDefault="00255969" w:rsidP="00C857CE">
            <w:pPr>
              <w:pStyle w:val="SIText"/>
            </w:pPr>
            <w:r w:rsidRPr="00F236E4">
              <w:t xml:space="preserve">AHCBUS508 Prepare and </w:t>
            </w:r>
            <w:r w:rsidRPr="00255969">
              <w:t>monitor budgets and financial reports</w:t>
            </w:r>
          </w:p>
        </w:tc>
        <w:tc>
          <w:tcPr>
            <w:tcW w:w="1251" w:type="pct"/>
          </w:tcPr>
          <w:p w14:paraId="33F749FD" w14:textId="77777777" w:rsidR="00C857CE" w:rsidRDefault="00FE1295" w:rsidP="00255969">
            <w:pPr>
              <w:pStyle w:val="SIText"/>
            </w:pPr>
            <w:r w:rsidRPr="00FE1295">
              <w:t xml:space="preserve">Foundation skills added. </w:t>
            </w:r>
          </w:p>
          <w:p w14:paraId="3DAB718F" w14:textId="7CADD5FD" w:rsidR="00255969" w:rsidRPr="000754EC" w:rsidRDefault="00FE1295" w:rsidP="00255969">
            <w:pPr>
              <w:pStyle w:val="SIText"/>
            </w:pPr>
            <w:r w:rsidRPr="00FE1295">
              <w:t>Assessment requirements updated.</w:t>
            </w:r>
          </w:p>
        </w:tc>
        <w:tc>
          <w:tcPr>
            <w:tcW w:w="1616" w:type="pct"/>
          </w:tcPr>
          <w:p w14:paraId="75304BDE" w14:textId="77777777" w:rsidR="00255969" w:rsidRPr="00255969" w:rsidRDefault="00255969" w:rsidP="00255969">
            <w:pPr>
              <w:pStyle w:val="SIText"/>
            </w:pPr>
            <w:r w:rsidRPr="000754EC">
              <w:t xml:space="preserve">Equivalent unit </w:t>
            </w:r>
          </w:p>
          <w:p w14:paraId="58DB8A71" w14:textId="77777777" w:rsidR="00255969" w:rsidRPr="00255969" w:rsidRDefault="00255969" w:rsidP="00255969">
            <w:pPr>
              <w:pStyle w:val="SIText"/>
            </w:pPr>
          </w:p>
        </w:tc>
      </w:tr>
    </w:tbl>
    <w:p w14:paraId="34644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3E9C8BF" w14:textId="77777777" w:rsidTr="00CA2922">
        <w:tc>
          <w:tcPr>
            <w:tcW w:w="1396" w:type="pct"/>
            <w:shd w:val="clear" w:color="auto" w:fill="auto"/>
          </w:tcPr>
          <w:p w14:paraId="06A91A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73C21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AC6F971" w14:textId="77777777" w:rsidR="00F1480E" w:rsidRDefault="00F1480E" w:rsidP="005F771F">
      <w:pPr>
        <w:pStyle w:val="SIText"/>
      </w:pPr>
    </w:p>
    <w:p w14:paraId="0E5C24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E60C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DD17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89D610" w14:textId="0235EF0D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55969">
              <w:t>AHCBUS5</w:t>
            </w:r>
            <w:r w:rsidR="00C857CE">
              <w:t>1</w:t>
            </w:r>
            <w:r w:rsidR="00255969">
              <w:t>8</w:t>
            </w:r>
            <w:r w:rsidR="00255969" w:rsidRPr="00255969">
              <w:t xml:space="preserve"> Prepare and monitor budgets and financial reports</w:t>
            </w:r>
          </w:p>
        </w:tc>
      </w:tr>
      <w:tr w:rsidR="00556C4C" w:rsidRPr="00A55106" w14:paraId="21A23E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6E684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B79109" w14:textId="77777777" w:rsidTr="00113678">
        <w:tc>
          <w:tcPr>
            <w:tcW w:w="5000" w:type="pct"/>
            <w:gridSpan w:val="2"/>
            <w:shd w:val="clear" w:color="auto" w:fill="auto"/>
          </w:tcPr>
          <w:p w14:paraId="34D54535" w14:textId="7C25CE88" w:rsidR="00FE1295" w:rsidRPr="00255969" w:rsidRDefault="00FE1295" w:rsidP="00255969">
            <w:pPr>
              <w:pStyle w:val="SIText"/>
            </w:pPr>
            <w:r w:rsidRPr="00FE1295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prepared and monitored the budget of at least one business </w:t>
            </w:r>
            <w:r w:rsidR="00FB49DA">
              <w:t>activity and</w:t>
            </w:r>
            <w:r>
              <w:t xml:space="preserve"> prepared a financial report that covers at least six months of business activity.</w:t>
            </w:r>
          </w:p>
          <w:p w14:paraId="52CF4C86" w14:textId="50C1226A" w:rsidR="00556C4C" w:rsidRPr="000754EC" w:rsidRDefault="00556C4C" w:rsidP="00C906D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E43F6B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8BF9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5D7C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3519FB" w14:textId="77777777" w:rsidTr="00CA2922">
        <w:tc>
          <w:tcPr>
            <w:tcW w:w="5000" w:type="pct"/>
            <w:shd w:val="clear" w:color="auto" w:fill="auto"/>
          </w:tcPr>
          <w:p w14:paraId="6176EE08" w14:textId="77777777" w:rsidR="00FE1295" w:rsidRPr="00FE1295" w:rsidRDefault="00FE1295" w:rsidP="00FE1295">
            <w:pPr>
              <w:pStyle w:val="SIText"/>
            </w:pPr>
            <w:r w:rsidRPr="00FE1295">
              <w:t>An individual must be able to demonstrate the knowledge required to perform the tasks outlined in the elements and performance criteria of this unit. This includes knowledge of:</w:t>
            </w:r>
          </w:p>
          <w:p w14:paraId="41201B42" w14:textId="14866221" w:rsidR="00FE1295" w:rsidRPr="00255969" w:rsidRDefault="00FE1295" w:rsidP="00C906D8">
            <w:pPr>
              <w:pStyle w:val="SIBulletList1"/>
            </w:pPr>
            <w:r>
              <w:t xml:space="preserve">how budgets and financial reports are formulated and presented </w:t>
            </w:r>
          </w:p>
          <w:p w14:paraId="2B73EB33" w14:textId="026F367A" w:rsidR="00255969" w:rsidRDefault="00FE1295" w:rsidP="0017522E">
            <w:pPr>
              <w:pStyle w:val="SIBulletList1"/>
            </w:pPr>
            <w:r>
              <w:t>audience for financial reports, including:</w:t>
            </w:r>
          </w:p>
          <w:p w14:paraId="625C4594" w14:textId="43822FF6" w:rsidR="0017522E" w:rsidRPr="0017522E" w:rsidRDefault="0017522E" w:rsidP="00C906D8">
            <w:pPr>
              <w:pStyle w:val="SIBulletList2"/>
            </w:pPr>
            <w:r>
              <w:t>t</w:t>
            </w:r>
            <w:r w:rsidRPr="0017522E">
              <w:t xml:space="preserve">axation </w:t>
            </w:r>
            <w:r>
              <w:t>office</w:t>
            </w:r>
          </w:p>
          <w:p w14:paraId="08E620B3" w14:textId="77777777" w:rsidR="0017522E" w:rsidRPr="0017522E" w:rsidRDefault="0017522E" w:rsidP="00C906D8">
            <w:pPr>
              <w:pStyle w:val="SIBulletList2"/>
            </w:pPr>
            <w:r w:rsidRPr="0017522E">
              <w:t>financing agencies</w:t>
            </w:r>
          </w:p>
          <w:p w14:paraId="7F813602" w14:textId="77777777" w:rsidR="0017522E" w:rsidRPr="0017522E" w:rsidRDefault="0017522E" w:rsidP="00C906D8">
            <w:pPr>
              <w:pStyle w:val="SIBulletList2"/>
            </w:pPr>
            <w:r w:rsidRPr="0017522E">
              <w:t>boards of management</w:t>
            </w:r>
          </w:p>
          <w:p w14:paraId="1B01F9C4" w14:textId="77777777" w:rsidR="0017522E" w:rsidRPr="0017522E" w:rsidRDefault="0017522E" w:rsidP="00C906D8">
            <w:pPr>
              <w:pStyle w:val="SIBulletList2"/>
            </w:pPr>
            <w:r w:rsidRPr="0017522E">
              <w:t>committees</w:t>
            </w:r>
          </w:p>
          <w:p w14:paraId="35D7A49A" w14:textId="77777777" w:rsidR="0017522E" w:rsidRPr="0017522E" w:rsidRDefault="0017522E" w:rsidP="00C906D8">
            <w:pPr>
              <w:pStyle w:val="SIBulletList2"/>
            </w:pPr>
            <w:r w:rsidRPr="0017522E">
              <w:t>councils</w:t>
            </w:r>
          </w:p>
          <w:p w14:paraId="2CD27DF7" w14:textId="77777777" w:rsidR="0017522E" w:rsidRPr="0017522E" w:rsidRDefault="0017522E" w:rsidP="00C906D8">
            <w:pPr>
              <w:pStyle w:val="SIBulletList2"/>
            </w:pPr>
            <w:r w:rsidRPr="0017522E">
              <w:t>executive management</w:t>
            </w:r>
          </w:p>
          <w:p w14:paraId="1912C40B" w14:textId="7F89996B" w:rsidR="00255969" w:rsidRPr="00255969" w:rsidRDefault="00255969" w:rsidP="0017522E">
            <w:pPr>
              <w:pStyle w:val="SIBulletList1"/>
            </w:pPr>
            <w:r w:rsidRPr="00605C41">
              <w:t xml:space="preserve">financial </w:t>
            </w:r>
            <w:r w:rsidR="0017522E">
              <w:t xml:space="preserve">management </w:t>
            </w:r>
            <w:r w:rsidRPr="00605C41">
              <w:t>systems</w:t>
            </w:r>
            <w:r w:rsidR="0017522E">
              <w:t xml:space="preserve"> used within the business</w:t>
            </w:r>
          </w:p>
          <w:p w14:paraId="7FF79C87" w14:textId="77777777" w:rsidR="00255969" w:rsidRPr="00255969" w:rsidRDefault="00255969" w:rsidP="0017522E">
            <w:pPr>
              <w:pStyle w:val="SIBulletList1"/>
            </w:pPr>
            <w:r w:rsidRPr="00605C41">
              <w:t xml:space="preserve">budget analysis and reporting </w:t>
            </w:r>
            <w:r w:rsidRPr="00255969">
              <w:t>processes</w:t>
            </w:r>
          </w:p>
          <w:p w14:paraId="593CF2A2" w14:textId="77777777" w:rsidR="00F1480E" w:rsidRPr="000754EC" w:rsidRDefault="00255969" w:rsidP="0017522E">
            <w:pPr>
              <w:pStyle w:val="SIBulletList1"/>
            </w:pPr>
            <w:r w:rsidRPr="00605C41">
              <w:t>standards for organisational recordkeeping and audit requirements.</w:t>
            </w:r>
          </w:p>
        </w:tc>
      </w:tr>
    </w:tbl>
    <w:p w14:paraId="1A325F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3A2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8A00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94793D" w14:textId="77777777" w:rsidTr="00CA2922">
        <w:tc>
          <w:tcPr>
            <w:tcW w:w="5000" w:type="pct"/>
            <w:shd w:val="clear" w:color="auto" w:fill="auto"/>
          </w:tcPr>
          <w:p w14:paraId="3B893CE3" w14:textId="77777777" w:rsidR="00FE1295" w:rsidRPr="00FE1295" w:rsidRDefault="00FE1295" w:rsidP="00FE1295">
            <w:pPr>
              <w:pStyle w:val="SIText"/>
            </w:pPr>
            <w:r w:rsidRPr="00FE1295">
              <w:t xml:space="preserve">Assessment of skills must take place under the following conditions: </w:t>
            </w:r>
          </w:p>
          <w:p w14:paraId="1AF1A06A" w14:textId="77777777" w:rsidR="00FE1295" w:rsidRPr="00FE1295" w:rsidRDefault="00FE1295" w:rsidP="00FE1295">
            <w:pPr>
              <w:pStyle w:val="SIText"/>
              <w:rPr>
                <w:rStyle w:val="SITemporaryText"/>
              </w:rPr>
            </w:pPr>
          </w:p>
          <w:p w14:paraId="42A3D514" w14:textId="77777777" w:rsidR="00FE1295" w:rsidRPr="00FE1295" w:rsidRDefault="00FE1295" w:rsidP="00FE1295">
            <w:pPr>
              <w:pStyle w:val="SIBulletList1"/>
              <w:rPr>
                <w:rFonts w:eastAsiaTheme="majorEastAsia"/>
              </w:rPr>
            </w:pPr>
            <w:r w:rsidRPr="00FE1295">
              <w:t>physical conditions:</w:t>
            </w:r>
          </w:p>
          <w:p w14:paraId="2232408D" w14:textId="067D4AAB" w:rsidR="00FE1295" w:rsidRPr="00FE1295" w:rsidRDefault="00FE1295" w:rsidP="00FE1295">
            <w:pPr>
              <w:pStyle w:val="SIBulletList2"/>
            </w:pPr>
            <w:r w:rsidRPr="00FE1295">
              <w:t>skills must be demonstrated in</w:t>
            </w:r>
            <w:r w:rsidR="00E204D4">
              <w:t xml:space="preserve"> a workplace setting or</w:t>
            </w:r>
            <w:bookmarkStart w:id="0" w:name="_GoBack"/>
            <w:bookmarkEnd w:id="0"/>
            <w:r w:rsidRPr="00FE1295">
              <w:t xml:space="preserve"> an environment that accurately represents workplace conditions</w:t>
            </w:r>
          </w:p>
          <w:p w14:paraId="7CE3245B" w14:textId="77777777" w:rsidR="00FE1295" w:rsidRPr="00FE1295" w:rsidRDefault="00FE1295" w:rsidP="00FE1295">
            <w:pPr>
              <w:pStyle w:val="SIBulletList1"/>
              <w:rPr>
                <w:rFonts w:eastAsia="Calibri"/>
              </w:rPr>
            </w:pPr>
            <w:r w:rsidRPr="00FE1295">
              <w:t>resources, equipment and materials:</w:t>
            </w:r>
          </w:p>
          <w:p w14:paraId="30F6ADAC" w14:textId="4F5D53BC" w:rsidR="00FE1295" w:rsidRPr="00C906D8" w:rsidRDefault="0017522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C906D8">
              <w:rPr>
                <w:rStyle w:val="SITemporaryText"/>
                <w:rFonts w:eastAsia="Calibri"/>
                <w:color w:val="auto"/>
                <w:sz w:val="20"/>
              </w:rPr>
              <w:t>access to financial records for a business.</w:t>
            </w:r>
          </w:p>
          <w:p w14:paraId="027167A5" w14:textId="77777777" w:rsidR="00FE1295" w:rsidRPr="00FE1295" w:rsidRDefault="00FE1295" w:rsidP="00FE1295">
            <w:pPr>
              <w:pStyle w:val="SIText"/>
              <w:rPr>
                <w:rFonts w:eastAsia="Calibri"/>
              </w:rPr>
            </w:pPr>
          </w:p>
          <w:p w14:paraId="3A2F030A" w14:textId="6A20857C" w:rsidR="00F1480E" w:rsidRPr="000754EC" w:rsidRDefault="00FE1295" w:rsidP="00C857CE">
            <w:pPr>
              <w:pStyle w:val="SIText"/>
              <w:rPr>
                <w:rFonts w:eastAsia="Calibri"/>
              </w:rPr>
            </w:pPr>
            <w:r w:rsidRPr="00FE12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FBF4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5B8515" w14:textId="77777777" w:rsidTr="004679E3">
        <w:tc>
          <w:tcPr>
            <w:tcW w:w="990" w:type="pct"/>
            <w:shd w:val="clear" w:color="auto" w:fill="auto"/>
          </w:tcPr>
          <w:p w14:paraId="06DF961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8D9DB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5E73EA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90D262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8E53B" w14:textId="77777777" w:rsidR="005E1075" w:rsidRDefault="005E1075" w:rsidP="00BF3F0A">
      <w:r>
        <w:separator/>
      </w:r>
    </w:p>
    <w:p w14:paraId="17DED5B1" w14:textId="77777777" w:rsidR="005E1075" w:rsidRDefault="005E1075"/>
  </w:endnote>
  <w:endnote w:type="continuationSeparator" w:id="0">
    <w:p w14:paraId="7658DE7F" w14:textId="77777777" w:rsidR="005E1075" w:rsidRDefault="005E1075" w:rsidP="00BF3F0A">
      <w:r>
        <w:continuationSeparator/>
      </w:r>
    </w:p>
    <w:p w14:paraId="4A5CB156" w14:textId="77777777" w:rsidR="005E1075" w:rsidRDefault="005E10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D7111" w14:textId="6037058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65E8">
          <w:rPr>
            <w:noProof/>
          </w:rPr>
          <w:t>2</w:t>
        </w:r>
        <w:r w:rsidRPr="000754EC">
          <w:fldChar w:fldCharType="end"/>
        </w:r>
      </w:p>
      <w:p w14:paraId="666756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6463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72625" w14:textId="77777777" w:rsidR="005E1075" w:rsidRDefault="005E1075" w:rsidP="00BF3F0A">
      <w:r>
        <w:separator/>
      </w:r>
    </w:p>
    <w:p w14:paraId="4AAF438A" w14:textId="77777777" w:rsidR="005E1075" w:rsidRDefault="005E1075"/>
  </w:footnote>
  <w:footnote w:type="continuationSeparator" w:id="0">
    <w:p w14:paraId="76A7BAAD" w14:textId="77777777" w:rsidR="005E1075" w:rsidRDefault="005E1075" w:rsidP="00BF3F0A">
      <w:r>
        <w:continuationSeparator/>
      </w:r>
    </w:p>
    <w:p w14:paraId="1BB17802" w14:textId="77777777" w:rsidR="005E1075" w:rsidRDefault="005E10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66178" w14:textId="107D2A15" w:rsidR="009C2650" w:rsidRPr="00255969" w:rsidRDefault="00EB27E5" w:rsidP="00255969">
    <w:pPr>
      <w:pStyle w:val="SIText"/>
    </w:pPr>
    <w:r>
      <w:t>AHCBUS</w:t>
    </w:r>
    <w:r w:rsidR="00255969">
      <w:t>5</w:t>
    </w:r>
    <w:r w:rsidR="00C857CE">
      <w:t>1</w:t>
    </w:r>
    <w:r w:rsidR="00255969">
      <w:t xml:space="preserve">8 </w:t>
    </w:r>
    <w:r w:rsidR="00255969" w:rsidRPr="00255969">
      <w:t>Prepare and monitor budgets and financial reports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B2147A4"/>
    <w:multiLevelType w:val="multilevel"/>
    <w:tmpl w:val="1E4C9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EA5E5C"/>
    <w:multiLevelType w:val="hybridMultilevel"/>
    <w:tmpl w:val="7EAAA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C5573A"/>
    <w:multiLevelType w:val="hybridMultilevel"/>
    <w:tmpl w:val="44AE4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3"/>
  </w:num>
  <w:num w:numId="19">
    <w:abstractNumId w:val="14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DQ2N7UwNTI0NDRX0lEKTi0uzszPAykwrAUAFZ11K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522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969"/>
    <w:rsid w:val="00262FC3"/>
    <w:rsid w:val="0026394F"/>
    <w:rsid w:val="00267AF6"/>
    <w:rsid w:val="00276DB8"/>
    <w:rsid w:val="00282664"/>
    <w:rsid w:val="00285FB8"/>
    <w:rsid w:val="0029616C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A58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07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E3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C97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5E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10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8D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7CE"/>
    <w:rsid w:val="00C906D8"/>
    <w:rsid w:val="00C96AF3"/>
    <w:rsid w:val="00C97CCC"/>
    <w:rsid w:val="00CA0274"/>
    <w:rsid w:val="00CA78CD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04D4"/>
    <w:rsid w:val="00E238E6"/>
    <w:rsid w:val="00E35064"/>
    <w:rsid w:val="00E3681D"/>
    <w:rsid w:val="00E40225"/>
    <w:rsid w:val="00E501F0"/>
    <w:rsid w:val="00E6166D"/>
    <w:rsid w:val="00E84B51"/>
    <w:rsid w:val="00E918B8"/>
    <w:rsid w:val="00E91BFF"/>
    <w:rsid w:val="00E92933"/>
    <w:rsid w:val="00E94FAD"/>
    <w:rsid w:val="00EA70D1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9DA"/>
    <w:rsid w:val="00FD557D"/>
    <w:rsid w:val="00FE0282"/>
    <w:rsid w:val="00FE124D"/>
    <w:rsid w:val="00FE129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C03A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CD114D-975C-45C5-A40F-1CB68CE67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09CB1-FD84-4503-A972-1E808F0E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14</cp:revision>
  <cp:lastPrinted>2016-05-27T05:21:00Z</cp:lastPrinted>
  <dcterms:created xsi:type="dcterms:W3CDTF">2018-08-06T02:12:00Z</dcterms:created>
  <dcterms:modified xsi:type="dcterms:W3CDTF">2019-05-30T01:41:00Z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115</vt:lpwstr>
  </property>
</Properties>
</file>